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687B42" w:rsidP="00DB0C90">
      <w:pPr>
        <w:pStyle w:val="Heading1"/>
      </w:pPr>
      <w:bookmarkStart w:id="0" w:name="_GoBack"/>
      <w:bookmarkEnd w:id="0"/>
      <w:r>
        <w:t>Tops Ways Guest Blogging Can Grow Your Online Audience</w:t>
      </w:r>
    </w:p>
    <w:p w:rsidR="00DB0C90" w:rsidRDefault="00DB0C90" w:rsidP="00DB0C90"/>
    <w:p w:rsidR="00DB0C90" w:rsidRDefault="00687B42" w:rsidP="00DB0C90">
      <w:r>
        <w:t xml:space="preserve">One of the single most important ways for you to grow your blog audience and increase traffic to your website is guest blogging. Guest blogging has become an excellent way for businesses to connect </w:t>
      </w:r>
      <w:r>
        <w:t>with new readers and get your name out. There are three reasons why guest blogging is such a crucial strategy for every company to build their influence online and increase traffic to their site.</w:t>
      </w:r>
    </w:p>
    <w:p w:rsidR="00871ED8" w:rsidRDefault="00871ED8" w:rsidP="00DB0C90"/>
    <w:p w:rsidR="00871ED8" w:rsidRDefault="00687B42" w:rsidP="00DB0C90">
      <w:pPr>
        <w:rPr>
          <w:b/>
        </w:rPr>
      </w:pPr>
      <w:r>
        <w:rPr>
          <w:b/>
        </w:rPr>
        <w:t>It Builds Relationships</w:t>
      </w:r>
    </w:p>
    <w:p w:rsidR="003C07A9" w:rsidRDefault="00687B42" w:rsidP="00DB0C90">
      <w:r>
        <w:t>All bloggers need high-quality cont</w:t>
      </w:r>
      <w:r>
        <w:t>ent. When you are a good guest blogger, you can add value to another person's blog, which will result in building relationships with other bloggers. A large percentage of the conversations that are happening on the Internet come from bloggers, especially o</w:t>
      </w:r>
      <w:r>
        <w:t>n social media sites like Twitter and Facebook</w:t>
      </w:r>
      <w:r w:rsidR="002570D9">
        <w:t>, and can be hugely influential. This makes them good friends to have.</w:t>
      </w:r>
    </w:p>
    <w:p w:rsidR="002570D9" w:rsidRDefault="002570D9" w:rsidP="00DB0C90"/>
    <w:p w:rsidR="002570D9" w:rsidRDefault="00687B42" w:rsidP="00DB0C90">
      <w:pPr>
        <w:rPr>
          <w:b/>
        </w:rPr>
      </w:pPr>
      <w:r>
        <w:rPr>
          <w:b/>
        </w:rPr>
        <w:t>It’s Good for Search Engines</w:t>
      </w:r>
    </w:p>
    <w:p w:rsidR="002570D9" w:rsidRDefault="00687B42" w:rsidP="00DB0C90">
      <w:r>
        <w:t>When you are guest blogging for another site, you must make sure that the host blogger includes a link to you</w:t>
      </w:r>
      <w:r>
        <w:t>r website in the post somewhere. This is non-negotiable. Over time, the backlinks that you establish through guest posting will help to significantly raise the value of your website in the search engines. This will make your content easier to find and help</w:t>
      </w:r>
      <w:r>
        <w:t xml:space="preserve"> to boost your site traffic substantially.</w:t>
      </w:r>
    </w:p>
    <w:p w:rsidR="00C43E94" w:rsidRDefault="00C43E94" w:rsidP="00DB0C90"/>
    <w:p w:rsidR="00C43E94" w:rsidRDefault="00687B42" w:rsidP="00DB0C90">
      <w:pPr>
        <w:rPr>
          <w:b/>
        </w:rPr>
      </w:pPr>
      <w:r>
        <w:rPr>
          <w:b/>
        </w:rPr>
        <w:t>It’s Introduces Your Business to New Audiences</w:t>
      </w:r>
    </w:p>
    <w:p w:rsidR="00B55814" w:rsidRDefault="00687B42" w:rsidP="00DB0C90">
      <w:r>
        <w:t>The best part of being a guest blogger is that it allows you to enter a community that has already been established and share your message with potential new custome</w:t>
      </w:r>
      <w:r>
        <w:t xml:space="preserve">rs. </w:t>
      </w:r>
      <w:r w:rsidR="003E6FEF">
        <w:t>Guest blogging allows you to connect with new people, which</w:t>
      </w:r>
      <w:r>
        <w:t xml:space="preserve"> can benefit you if done correctly.  </w:t>
      </w:r>
    </w:p>
    <w:p w:rsidR="00B55814" w:rsidRDefault="00B55814" w:rsidP="00DB0C90"/>
    <w:p w:rsidR="00C43E94" w:rsidRDefault="00687B42" w:rsidP="00DB0C90">
      <w:r>
        <w:t>If you're adding value to a discussion, over time, you will convert more readers, followers, and fans, increasing traffic to your website. On the other ha</w:t>
      </w:r>
      <w:r>
        <w:t>nd, if all you do are doing is selling and asking, you may end up with the reputation of being "that guy" and lose any chance you have of bringing them to your site. It is essential that you remember when guest blogging you always want to add value and hel</w:t>
      </w:r>
      <w:r>
        <w:t>p people.</w:t>
      </w:r>
    </w:p>
    <w:p w:rsidR="00AF2688" w:rsidRDefault="00AF2688" w:rsidP="00DB0C90"/>
    <w:p w:rsidR="00AF2688" w:rsidRPr="00C43E94" w:rsidRDefault="00687B42" w:rsidP="00DB0C90">
      <w:r>
        <w:lastRenderedPageBreak/>
        <w:t>According to studies, when it comes to SEO, guest blogging on other sites is five times as valuable as merely creating content on your own site, as long as you can get the backlink. This makes guest blogging an excellent way to extend your reach</w:t>
      </w:r>
      <w:r>
        <w:t xml:space="preserve"> and boost traffic to your website.</w:t>
      </w:r>
    </w:p>
    <w:sectPr w:rsidR="00AF2688" w:rsidRPr="00C43E94"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75A"/>
    <w:rsid w:val="0011475A"/>
    <w:rsid w:val="002570D9"/>
    <w:rsid w:val="00357BDC"/>
    <w:rsid w:val="00365904"/>
    <w:rsid w:val="003C07A9"/>
    <w:rsid w:val="003E6FEF"/>
    <w:rsid w:val="0064063D"/>
    <w:rsid w:val="00660AAD"/>
    <w:rsid w:val="00687B42"/>
    <w:rsid w:val="00871ED8"/>
    <w:rsid w:val="009A5F73"/>
    <w:rsid w:val="00AF2688"/>
    <w:rsid w:val="00B55814"/>
    <w:rsid w:val="00C43E94"/>
    <w:rsid w:val="00DB0C90"/>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91CF4965-73F3-9B49-87FA-216F2EB1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400</Words>
  <Characters>1930</Characters>
  <Application>Microsoft Office Word</Application>
  <DocSecurity>0</DocSecurity>
  <Lines>42</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2018-10-23T16:52:00Z</dcterms:created>
  <dcterms:modified xsi:type="dcterms:W3CDTF">2018-10-23T16:52:00Z</dcterms:modified>
  <cp:category/>
</cp:coreProperties>
</file>